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59E" w:rsidRPr="001A40E2" w:rsidRDefault="00A502A0" w:rsidP="001E159E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Protons and neutrons</w:t>
      </w:r>
    </w:p>
    <w:p w:rsidR="001E159E" w:rsidRDefault="001E159E" w:rsidP="001E159E">
      <w:pPr>
        <w:spacing w:after="180"/>
      </w:pPr>
    </w:p>
    <w:p w:rsidR="00CE4992" w:rsidRPr="00CE4992" w:rsidRDefault="00CE4992" w:rsidP="00CE4992">
      <w:pPr>
        <w:spacing w:after="180" w:line="276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3884023</wp:posOffset>
                </wp:positionH>
                <wp:positionV relativeFrom="paragraph">
                  <wp:posOffset>8527</wp:posOffset>
                </wp:positionV>
                <wp:extent cx="1843405" cy="2203269"/>
                <wp:effectExtent l="0" t="0" r="4445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3405" cy="2203269"/>
                          <a:chOff x="0" y="0"/>
                          <a:chExt cx="1843405" cy="2203269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3405" cy="1907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87383" y="1898469"/>
                            <a:ext cx="127127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E4992" w:rsidRPr="00CE4992" w:rsidRDefault="00CE4992" w:rsidP="00CE4992">
                              <w:pPr>
                                <w:spacing w:after="240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Model of an atom.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3" o:spid="_x0000_s1026" style="position:absolute;margin-left:305.85pt;margin-top:.65pt;width:145.15pt;height:173.5pt;z-index:251660288" coordsize="18434,220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2" o:spid="_x0000_s1027" type="#_x0000_t75" style="position:absolute;width:18434;height:190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2873;top:18984;width:12713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:rsidR="00CE4992" w:rsidRPr="00CE4992" w:rsidRDefault="00CE4992" w:rsidP="00CE4992">
                        <w:pPr>
                          <w:spacing w:after="240"/>
                          <w:jc w:val="center"/>
                          <w:rPr>
                            <w:szCs w:val="18"/>
                          </w:rPr>
                        </w:pPr>
                        <w:r>
                          <w:rPr>
                            <w:szCs w:val="18"/>
                          </w:rPr>
                          <w:t>Model of an atom</w:t>
                        </w:r>
                        <w:r>
                          <w:rPr>
                            <w:szCs w:val="18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E4992">
        <w:t>The nucleus of an atom is made of protons and neutrons.</w:t>
      </w:r>
    </w:p>
    <w:p w:rsidR="00CE4992" w:rsidRPr="00CE4992" w:rsidRDefault="00CE4992" w:rsidP="00CE4992">
      <w:pPr>
        <w:spacing w:after="180" w:line="276" w:lineRule="auto"/>
      </w:pPr>
      <w:r w:rsidRPr="00CE4992">
        <w:t>Protons have a positive charge.</w:t>
      </w:r>
    </w:p>
    <w:p w:rsidR="00CE4992" w:rsidRPr="00CE4992" w:rsidRDefault="00CE4992" w:rsidP="00CE4992">
      <w:pPr>
        <w:spacing w:after="180" w:line="276" w:lineRule="auto"/>
      </w:pPr>
      <w:r w:rsidRPr="00CE4992">
        <w:t>Neutrons have no charge.</w:t>
      </w:r>
    </w:p>
    <w:p w:rsidR="00CE4992" w:rsidRPr="00CE4992" w:rsidRDefault="00CE4992" w:rsidP="00CE4992">
      <w:pPr>
        <w:spacing w:line="276" w:lineRule="auto"/>
      </w:pPr>
      <w:r w:rsidRPr="00CE4992">
        <w:t xml:space="preserve">A proton and a neutron both have about the same mass. </w:t>
      </w:r>
    </w:p>
    <w:p w:rsidR="00CE4992" w:rsidRPr="00CE4992" w:rsidRDefault="00CE4992" w:rsidP="00CE4992">
      <w:pPr>
        <w:spacing w:after="180" w:line="276" w:lineRule="auto"/>
      </w:pPr>
      <w:r w:rsidRPr="00CE4992">
        <w:t>(A neutron has a tiny bit more.)</w:t>
      </w:r>
    </w:p>
    <w:p w:rsidR="00CE4992" w:rsidRPr="00CE4992" w:rsidRDefault="00CE4992" w:rsidP="00CE4992">
      <w:pPr>
        <w:spacing w:after="180" w:line="276" w:lineRule="auto"/>
      </w:pPr>
      <w:r w:rsidRPr="00CE4992">
        <w:t>A proton has about 2000 times more mass than an electron.</w:t>
      </w:r>
    </w:p>
    <w:p w:rsidR="001E159E" w:rsidRDefault="001E159E" w:rsidP="00E15C88">
      <w:pPr>
        <w:spacing w:after="240"/>
        <w:jc w:val="center"/>
        <w:rPr>
          <w:noProof/>
          <w:szCs w:val="18"/>
        </w:rPr>
      </w:pPr>
    </w:p>
    <w:p w:rsidR="00CE4992" w:rsidRDefault="00CE4992" w:rsidP="00A4218B">
      <w:pPr>
        <w:spacing w:before="360" w:after="120"/>
        <w:ind w:left="425" w:hanging="425"/>
        <w:rPr>
          <w:sz w:val="28"/>
          <w:szCs w:val="18"/>
          <w:lang w:val="en-US"/>
        </w:rPr>
      </w:pPr>
    </w:p>
    <w:p w:rsidR="001E159E" w:rsidRPr="00F729D9" w:rsidRDefault="00E15C88" w:rsidP="00A4218B">
      <w:pPr>
        <w:spacing w:before="360" w:after="120"/>
        <w:ind w:left="425" w:hanging="425"/>
        <w:rPr>
          <w:sz w:val="28"/>
          <w:szCs w:val="18"/>
          <w:lang w:val="en-US"/>
        </w:rPr>
      </w:pPr>
      <w:r w:rsidRPr="00E15C88">
        <w:rPr>
          <w:sz w:val="28"/>
          <w:szCs w:val="18"/>
          <w:lang w:val="en-US"/>
        </w:rPr>
        <w:t xml:space="preserve">What </w:t>
      </w:r>
      <w:r w:rsidR="00CE4992">
        <w:rPr>
          <w:sz w:val="28"/>
          <w:szCs w:val="18"/>
          <w:lang w:val="en-US"/>
        </w:rPr>
        <w:t>are the forces in an atom</w:t>
      </w:r>
      <w:r w:rsidRPr="00E15C88">
        <w:rPr>
          <w:sz w:val="28"/>
          <w:szCs w:val="18"/>
          <w:lang w:val="en-US"/>
        </w:rPr>
        <w:t>?</w:t>
      </w:r>
    </w:p>
    <w:p w:rsidR="001E159E" w:rsidRPr="001B2F96" w:rsidRDefault="001E159E" w:rsidP="00F729D9">
      <w:pPr>
        <w:spacing w:after="240"/>
        <w:ind w:left="425" w:hanging="425"/>
        <w:rPr>
          <w:i/>
        </w:rPr>
      </w:pPr>
      <w:r w:rsidRPr="001B2F96">
        <w:t>For each statement, tick (</w:t>
      </w:r>
      <w:r w:rsidRPr="001B2F96">
        <w:sym w:font="Wingdings" w:char="F0FC"/>
      </w:r>
      <w:r w:rsidRPr="001B2F96">
        <w:t xml:space="preserve">) </w:t>
      </w:r>
      <w:r w:rsidRPr="001B2F96">
        <w:rPr>
          <w:b/>
        </w:rPr>
        <w:t>one</w:t>
      </w:r>
      <w:r w:rsidRPr="001B2F96">
        <w:t xml:space="preserve"> column to show what you think</w:t>
      </w:r>
      <w:r w:rsidRPr="001B2F96">
        <w:rPr>
          <w:i/>
        </w:rPr>
        <w:t>.</w:t>
      </w:r>
    </w:p>
    <w:tbl>
      <w:tblPr>
        <w:tblW w:w="92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4395"/>
        <w:gridCol w:w="1063"/>
        <w:gridCol w:w="1063"/>
        <w:gridCol w:w="1063"/>
        <w:gridCol w:w="1063"/>
      </w:tblGrid>
      <w:tr w:rsidR="001E159E" w:rsidRPr="00AE07E9" w:rsidTr="00677EDD">
        <w:trPr>
          <w:cantSplit/>
          <w:trHeight w:hRule="exact" w:val="938"/>
          <w:jc w:val="center"/>
        </w:trPr>
        <w:tc>
          <w:tcPr>
            <w:tcW w:w="4952" w:type="dxa"/>
            <w:gridSpan w:val="2"/>
            <w:tcBorders>
              <w:bottom w:val="single" w:sz="8" w:space="0" w:color="000000"/>
            </w:tcBorders>
            <w:vAlign w:val="center"/>
          </w:tcPr>
          <w:p w:rsidR="001E159E" w:rsidRPr="002B6D6B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think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>I think this is wrong</w:t>
            </w: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wrong</w:t>
            </w:r>
          </w:p>
        </w:tc>
      </w:tr>
      <w:tr w:rsidR="001E159E" w:rsidRPr="00AE07E9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E159E" w:rsidRPr="00AE07E9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E159E" w:rsidRPr="00E15C88" w:rsidRDefault="00CE4992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CE4992">
              <w:rPr>
                <w:rFonts w:eastAsia="Times New Roman" w:cs="Times New Roman"/>
                <w:lang w:eastAsia="en-GB"/>
              </w:rPr>
              <w:t>Protons repel each other with an electrostatic force.</w:t>
            </w: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1E159E" w:rsidRPr="00AE07E9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E159E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E159E" w:rsidRPr="00E15C88" w:rsidRDefault="00CE4992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CE4992">
              <w:rPr>
                <w:rFonts w:eastAsia="Times New Roman" w:cs="Times New Roman"/>
                <w:lang w:eastAsia="en-GB"/>
              </w:rPr>
              <w:t xml:space="preserve">Electrons in an atom repel each other. </w:t>
            </w: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1E159E" w:rsidRPr="00AE07E9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E159E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E159E" w:rsidRPr="00E15C88" w:rsidRDefault="00CE4992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CE4992">
              <w:rPr>
                <w:rFonts w:eastAsia="Times New Roman" w:cs="Times New Roman"/>
                <w:lang w:eastAsia="en-GB"/>
              </w:rPr>
              <w:t>Protons attract electrons with an electrostatic force.</w:t>
            </w: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1E159E" w:rsidRPr="00AE07E9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E159E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E159E" w:rsidRPr="00E15C88" w:rsidRDefault="00CE4992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CE4992">
              <w:rPr>
                <w:rFonts w:eastAsia="Times New Roman" w:cs="Times New Roman"/>
                <w:lang w:eastAsia="en-GB"/>
              </w:rPr>
              <w:t>Neutrons and protons attract each other with an electrostatic force.</w:t>
            </w: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1E159E" w:rsidRPr="00AE07E9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E159E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E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E159E" w:rsidRPr="00E15C88" w:rsidRDefault="00CE4992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CE4992">
              <w:rPr>
                <w:rFonts w:eastAsia="Times New Roman" w:cs="Times New Roman"/>
                <w:lang w:eastAsia="en-GB"/>
              </w:rPr>
              <w:t>Neutrons and protons attract each other with a force that is not electrostatic.</w:t>
            </w: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</w:tbl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10"/>
          <w:footerReference w:type="default" r:id="rId11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287876" w:rsidRPr="006F3279" w:rsidRDefault="002C79AE" w:rsidP="006F3279">
      <w:pPr>
        <w:spacing w:after="240"/>
        <w:rPr>
          <w:i/>
          <w:sz w:val="18"/>
          <w:szCs w:val="18"/>
        </w:rPr>
      </w:pPr>
      <w:r w:rsidRPr="0050668C">
        <w:rPr>
          <w:i/>
          <w:sz w:val="18"/>
          <w:szCs w:val="18"/>
        </w:rPr>
        <w:lastRenderedPageBreak/>
        <w:t>Physics</w:t>
      </w:r>
      <w:r w:rsidR="006F3279" w:rsidRPr="0050668C">
        <w:rPr>
          <w:i/>
          <w:sz w:val="18"/>
          <w:szCs w:val="18"/>
        </w:rPr>
        <w:t xml:space="preserve"> &gt; </w:t>
      </w:r>
      <w:r w:rsidR="0007651D" w:rsidRPr="0050668C">
        <w:rPr>
          <w:i/>
          <w:sz w:val="18"/>
          <w:szCs w:val="18"/>
        </w:rPr>
        <w:t xml:space="preserve">Big idea </w:t>
      </w:r>
      <w:r w:rsidRPr="0050668C">
        <w:rPr>
          <w:i/>
          <w:sz w:val="18"/>
          <w:szCs w:val="18"/>
        </w:rPr>
        <w:t>P</w:t>
      </w:r>
      <w:r w:rsidR="0050668C" w:rsidRPr="0050668C">
        <w:rPr>
          <w:i/>
          <w:sz w:val="18"/>
          <w:szCs w:val="18"/>
        </w:rPr>
        <w:t>MA</w:t>
      </w:r>
      <w:r w:rsidR="0007651D" w:rsidRPr="0050668C">
        <w:rPr>
          <w:i/>
          <w:sz w:val="18"/>
          <w:szCs w:val="18"/>
        </w:rPr>
        <w:t xml:space="preserve">: </w:t>
      </w:r>
      <w:r w:rsidR="0050668C" w:rsidRPr="0050668C">
        <w:rPr>
          <w:i/>
          <w:sz w:val="18"/>
          <w:szCs w:val="18"/>
        </w:rPr>
        <w:t>Matter</w:t>
      </w:r>
      <w:r w:rsidR="0007651D" w:rsidRPr="0050668C">
        <w:rPr>
          <w:i/>
          <w:sz w:val="18"/>
          <w:szCs w:val="18"/>
        </w:rPr>
        <w:t xml:space="preserve"> &gt; Topic </w:t>
      </w:r>
      <w:r w:rsidRPr="0050668C">
        <w:rPr>
          <w:i/>
          <w:sz w:val="18"/>
          <w:szCs w:val="18"/>
        </w:rPr>
        <w:t>P</w:t>
      </w:r>
      <w:r w:rsidR="0050668C" w:rsidRPr="0050668C">
        <w:rPr>
          <w:i/>
          <w:sz w:val="18"/>
          <w:szCs w:val="18"/>
        </w:rPr>
        <w:t>MA5</w:t>
      </w:r>
      <w:r w:rsidR="0007651D" w:rsidRPr="0050668C">
        <w:rPr>
          <w:i/>
          <w:sz w:val="18"/>
          <w:szCs w:val="18"/>
        </w:rPr>
        <w:t xml:space="preserve">: </w:t>
      </w:r>
      <w:r w:rsidR="0050668C" w:rsidRPr="0050668C">
        <w:rPr>
          <w:i/>
          <w:sz w:val="18"/>
          <w:szCs w:val="18"/>
        </w:rPr>
        <w:t>Nuclear physics</w:t>
      </w:r>
      <w:r w:rsidR="006F3279" w:rsidRPr="0050668C">
        <w:rPr>
          <w:i/>
          <w:sz w:val="18"/>
          <w:szCs w:val="18"/>
        </w:rPr>
        <w:t xml:space="preserve"> &gt; </w:t>
      </w:r>
      <w:r w:rsidR="0007651D" w:rsidRPr="0050668C">
        <w:rPr>
          <w:i/>
          <w:sz w:val="18"/>
          <w:szCs w:val="18"/>
        </w:rPr>
        <w:t>Key concept</w:t>
      </w:r>
      <w:r w:rsidR="006F3279" w:rsidRPr="0050668C">
        <w:rPr>
          <w:i/>
          <w:sz w:val="18"/>
          <w:szCs w:val="18"/>
        </w:rPr>
        <w:t xml:space="preserve"> </w:t>
      </w:r>
      <w:r w:rsidR="0050668C" w:rsidRPr="0050668C">
        <w:rPr>
          <w:i/>
          <w:sz w:val="18"/>
          <w:szCs w:val="18"/>
        </w:rPr>
        <w:t>PMA5.1</w:t>
      </w:r>
      <w:r w:rsidR="006F3279" w:rsidRPr="0050668C">
        <w:rPr>
          <w:i/>
          <w:sz w:val="18"/>
          <w:szCs w:val="18"/>
        </w:rPr>
        <w:t xml:space="preserve">: </w:t>
      </w:r>
      <w:r w:rsidR="0050668C" w:rsidRPr="0050668C">
        <w:rPr>
          <w:i/>
          <w:sz w:val="18"/>
          <w:szCs w:val="18"/>
        </w:rPr>
        <w:t>Atomic nuclei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CE4992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Protons and neutrons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3C7647" w:rsidP="0050668C">
            <w:pPr>
              <w:spacing w:before="60" w:after="60"/>
            </w:pPr>
            <w:r>
              <w:t>There is a fixed</w:t>
            </w:r>
            <w:r w:rsidR="0050668C">
              <w:t xml:space="preserve"> number of positively charged protons in the nucle</w:t>
            </w:r>
            <w:r>
              <w:t xml:space="preserve">us of each </w:t>
            </w:r>
            <w:r w:rsidR="0050668C">
              <w:t>ato</w:t>
            </w:r>
            <w:r>
              <w:t>m</w:t>
            </w:r>
            <w:r w:rsidR="0050668C">
              <w:t xml:space="preserve"> of </w:t>
            </w:r>
            <w:r>
              <w:t>an</w:t>
            </w:r>
            <w:r w:rsidR="0050668C">
              <w:t xml:space="preserve"> element</w:t>
            </w:r>
            <w:r>
              <w:t>, but t</w:t>
            </w:r>
            <w:r w:rsidR="0050668C">
              <w:t xml:space="preserve">he number of neutrons can vary to make </w:t>
            </w:r>
            <w:r>
              <w:t xml:space="preserve">isotopes that are either </w:t>
            </w:r>
            <w:r w:rsidR="0050668C">
              <w:t>stable or unstable.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A50C9C" w:rsidRDefault="00CE4992" w:rsidP="0007651D">
            <w:pPr>
              <w:spacing w:before="60" w:after="60"/>
              <w:rPr>
                <w:b/>
              </w:rPr>
            </w:pPr>
            <w:r w:rsidRPr="00CE4992">
              <w:t>Describe the properties of protons and neutrons in a nucleus.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F729D9" w:rsidP="007B18B8">
            <w:pPr>
              <w:spacing w:before="60" w:after="60"/>
            </w:pPr>
            <w:r>
              <w:t>C</w:t>
            </w:r>
            <w:r w:rsidR="001E159E">
              <w:t>onfidence grid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Pr="003C7647" w:rsidRDefault="003C7647" w:rsidP="000505CA">
            <w:pPr>
              <w:spacing w:before="60" w:after="60"/>
            </w:pPr>
            <w:r w:rsidRPr="003C7647">
              <w:t>Atom, nucleus, electron, proton, neutron, positive charge, negative charge</w:t>
            </w:r>
            <w:r w:rsidR="00CE4992">
              <w:t>, attract, repel</w:t>
            </w:r>
          </w:p>
        </w:tc>
      </w:tr>
    </w:tbl>
    <w:p w:rsidR="00F72ECC" w:rsidRDefault="00F72ECC" w:rsidP="00F72ECC"/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CB658F" w:rsidRPr="00CB658F" w:rsidRDefault="00CB658F" w:rsidP="00CB658F">
      <w:pPr>
        <w:spacing w:after="180"/>
      </w:pPr>
      <w:r w:rsidRPr="00CB658F">
        <w:t xml:space="preserve">The way in which a few students conflate the nucleus of an atom to the nucleus of a cell illustrates how sometimes students can make wrong connections between different pieces of information. Using metaphors to develop understanding of atomic structure can be very helpful, but as </w:t>
      </w:r>
      <w:r w:rsidRPr="00CB658F">
        <w:rPr>
          <w:noProof/>
        </w:rPr>
        <w:t>Harrison and Treagust</w:t>
      </w:r>
      <w:r w:rsidRPr="00CB658F">
        <w:t xml:space="preserve"> </w:t>
      </w:r>
      <w:r w:rsidRPr="00CB658F">
        <w:fldChar w:fldCharType="begin"/>
      </w:r>
      <w:r w:rsidRPr="00CB658F">
        <w:instrText xml:space="preserve"> ADDIN EN.CITE &lt;EndNote&gt;&lt;Cite ExcludeAuth="1"&gt;&lt;Author&gt;Harrison&lt;/Author&gt;&lt;Year&gt;1996&lt;/Year&gt;&lt;IDText&gt;Secondary students&amp;apos; mental models of atoms and moelcules: Implications for teaching chemistry&lt;/IDText&gt;&lt;DisplayText&gt;(1996)&lt;/DisplayText&gt;&lt;record&gt;&lt;titles&gt;&lt;title&gt;Secondary students&amp;apos; mental models of atoms and moelcules: Implications for teaching chemistry&lt;/title&gt;&lt;secondary-title&gt;Science Education&lt;/secondary-title&gt;&lt;/titles&gt;&lt;pages&gt;509-534&lt;/pages&gt;&lt;number&gt;5&lt;/number&gt;&lt;contributors&gt;&lt;authors&gt;&lt;author&gt;Harrison, Allan G.&lt;/author&gt;&lt;author&gt;Treagust, David F.&lt;/author&gt;&lt;/authors&gt;&lt;/contributors&gt;&lt;added-date format="utc"&gt;1565366135&lt;/added-date&gt;&lt;ref-type name="Journal Article"&gt;17&lt;/ref-type&gt;&lt;dates&gt;&lt;year&gt;1996&lt;/year&gt;&lt;/dates&gt;&lt;rec-number&gt;64&lt;/rec-number&gt;&lt;last-updated-date format="utc"&gt;1565366260&lt;/last-updated-date&gt;&lt;volume&gt;80&lt;/volume&gt;&lt;/record&gt;&lt;/Cite&gt;&lt;/EndNote&gt;</w:instrText>
      </w:r>
      <w:r w:rsidRPr="00CB658F">
        <w:fldChar w:fldCharType="separate"/>
      </w:r>
      <w:r w:rsidRPr="00CB658F">
        <w:rPr>
          <w:noProof/>
        </w:rPr>
        <w:t>(1996)</w:t>
      </w:r>
      <w:r w:rsidRPr="00CB658F">
        <w:fldChar w:fldCharType="end"/>
      </w:r>
      <w:r w:rsidRPr="00CB658F">
        <w:t xml:space="preserve"> found, can also lead to confusion: electron shells can misconstrued as protective enclosures around atoms; and electron clouds as loose structures in which electrons are embedded. </w:t>
      </w:r>
    </w:p>
    <w:p w:rsidR="00CB658F" w:rsidRDefault="00CB658F" w:rsidP="00CB658F">
      <w:pPr>
        <w:spacing w:after="180"/>
      </w:pPr>
      <w:r w:rsidRPr="00CB658F">
        <w:t xml:space="preserve">Metaphors or analogies used to explain atomic structure need to be made explicit in teaching; and characteristics of models used should be overtly connected to students’ understanding of the real-world atom </w:t>
      </w:r>
      <w:r w:rsidRPr="00CB658F">
        <w:fldChar w:fldCharType="begin">
          <w:fldData xml:space="preserve">PEVuZE5vdGU+PENpdGU+PEF1dGhvcj5IYXJyaXNvbjwvQXV0aG9yPjxZZWFyPjE5OTY8L1llYXI+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</w:fldData>
        </w:fldChar>
      </w:r>
      <w:r w:rsidRPr="00CB658F">
        <w:instrText xml:space="preserve"> ADDIN EN.CITE </w:instrText>
      </w:r>
      <w:r w:rsidRPr="00CB658F">
        <w:fldChar w:fldCharType="begin">
          <w:fldData xml:space="preserve">PEVuZE5vdGU+PENpdGU+PEF1dGhvcj5IYXJyaXNvbjwvQXV0aG9yPjxZZWFyPjE5OTY8L1llYXI+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</w:fldData>
        </w:fldChar>
      </w:r>
      <w:r w:rsidRPr="00CB658F">
        <w:instrText xml:space="preserve"> ADDIN EN.CITE.DATA </w:instrText>
      </w:r>
      <w:r w:rsidRPr="00CB658F">
        <w:fldChar w:fldCharType="end"/>
      </w:r>
      <w:r w:rsidRPr="00CB658F">
        <w:fldChar w:fldCharType="separate"/>
      </w:r>
      <w:r w:rsidRPr="00CB658F">
        <w:rPr>
          <w:noProof/>
        </w:rPr>
        <w:t>(Harrison and Treagust, 1996; Tabor, 2013; Zarkadis et al., 2017)</w:t>
      </w:r>
      <w:r w:rsidRPr="00CB658F">
        <w:fldChar w:fldCharType="end"/>
      </w:r>
      <w:r w:rsidRPr="00CB658F">
        <w:t>.</w:t>
      </w:r>
    </w:p>
    <w:p w:rsidR="00CE4992" w:rsidRDefault="00CE4992" w:rsidP="00CE4992">
      <w:pPr>
        <w:spacing w:after="180"/>
      </w:pPr>
      <w:r>
        <w:t xml:space="preserve">The level of awareness is low amongst students, that an electrostatic force attracts electrons to a nucleus and causes electrons around a nucleus (or protons within a nucleus) to repel each other </w:t>
      </w:r>
      <w:r>
        <w:fldChar w:fldCharType="begin"/>
      </w:r>
      <w:r>
        <w:instrText xml:space="preserve"> ADDIN EN.CITE &lt;EndNote&gt;&lt;Cite&gt;&lt;Author&gt;Harrison&lt;/Author&gt;&lt;Year&gt;1996&lt;/Year&gt;&lt;IDText&gt;Secondary students&amp;apos; mental models of atoms and moelcules: Implications for teaching chemistry&lt;/IDText&gt;&lt;DisplayText&gt;(Harrison and Treagust, 1996; Tabor, 2013)&lt;/DisplayText&gt;&lt;record&gt;&lt;titles&gt;&lt;title&gt;Secondary students&amp;apos; mental models of atoms and moelcules: Implications for teaching chemistry&lt;/title&gt;&lt;secondary-title&gt;Science Education&lt;/secondary-title&gt;&lt;/titles&gt;&lt;pages&gt;509-534&lt;/pages&gt;&lt;number&gt;5&lt;/number&gt;&lt;contributors&gt;&lt;authors&gt;&lt;author&gt;Harrison, Allan G.&lt;/author&gt;&lt;author&gt;Treagust, David F.&lt;/author&gt;&lt;/authors&gt;&lt;/contributors&gt;&lt;added-date format="utc"&gt;1565366135&lt;/added-date&gt;&lt;ref-type name="Journal Article"&gt;17&lt;/ref-type&gt;&lt;dates&gt;&lt;year&gt;1996&lt;/year&gt;&lt;/dates&gt;&lt;rec-number&gt;64&lt;/rec-number&gt;&lt;last-updated-date format="utc"&gt;1565366260&lt;/last-updated-date&gt;&lt;volume&gt;80&lt;/volume&gt;&lt;/record&gt;&lt;/Cite&gt;&lt;Cite&gt;&lt;Author&gt;Tabor&lt;/Author&gt;&lt;Year&gt;2013&lt;/Year&gt;&lt;IDText&gt;Upper secondary students&amp;apos; understanding of the basic physical interactions in analogous atomic and solar system models&lt;/IDText&gt;&lt;record&gt;&lt;titles&gt;&lt;title&gt;Upper secondary students&amp;apos; understanding of the basic physical interactions in analogous atomic and solar system models&lt;/title&gt;&lt;secondary-title&gt;Research in Science Education&lt;/secondary-title&gt;&lt;/titles&gt;&lt;pages&gt;1377-1406&lt;/pages&gt;&lt;contributors&gt;&lt;authors&gt;&lt;author&gt;Tabor, K.S&lt;/author&gt;&lt;/authors&gt;&lt;/contributors&gt;&lt;added-date format="utc"&gt;1631526237&lt;/added-date&gt;&lt;ref-type name="Journal Article"&gt;17&lt;/ref-type&gt;&lt;dates&gt;&lt;year&gt;2013&lt;/year&gt;&lt;/dates&gt;&lt;rec-number&gt;374&lt;/rec-number&gt;&lt;last-updated-date format="utc"&gt;1631529165&lt;/last-updated-date&gt;&lt;volume&gt;43&lt;/volume&gt;&lt;/record&gt;&lt;/Cite&gt;&lt;/EndNote&gt;</w:instrText>
      </w:r>
      <w:r>
        <w:fldChar w:fldCharType="separate"/>
      </w:r>
      <w:r>
        <w:rPr>
          <w:noProof/>
        </w:rPr>
        <w:t>(Harrison and Treagust, 1996; Tabor, 2013)</w:t>
      </w:r>
      <w:r>
        <w:fldChar w:fldCharType="end"/>
      </w:r>
      <w:r>
        <w:t>.</w:t>
      </w:r>
      <w:r w:rsidR="00E63270">
        <w:t xml:space="preserve"> </w:t>
      </w:r>
      <w:bookmarkStart w:id="0" w:name="_Hlk85196327"/>
      <w:r w:rsidR="00E02445">
        <w:t xml:space="preserve">In his study, </w:t>
      </w:r>
      <w:r w:rsidR="00E63270">
        <w:t xml:space="preserve">Taber </w:t>
      </w:r>
      <w:r w:rsidR="00E02445">
        <w:fldChar w:fldCharType="begin"/>
      </w:r>
      <w:r w:rsidR="00E02445">
        <w:instrText xml:space="preserve"> ADDIN EN.CITE &lt;EndNote&gt;&lt;Cite ExcludeAuth="1"&gt;&lt;Author&gt;Tabor&lt;/Author&gt;&lt;Year&gt;2013&lt;/Year&gt;&lt;IDText&gt;Upper secondary students&amp;apos; understanding of the basic physical interactions in analogous atomic and solar system models&lt;/IDText&gt;&lt;DisplayText&gt;(2013)&lt;/DisplayText&gt;&lt;record&gt;&lt;titles&gt;&lt;title&gt;Upper secondary students&amp;apos; understanding of the basic physical interactions in analogous atomic and solar system models&lt;/title&gt;&lt;secondary-title&gt;Research in Science Education&lt;/secondary-title&gt;&lt;/titles&gt;&lt;pages&gt;1377-1406&lt;/pages&gt;&lt;contributors&gt;&lt;authors&gt;&lt;author&gt;Tabor, K.S&lt;/author&gt;&lt;/authors&gt;&lt;/contributors&gt;&lt;added-date format="utc"&gt;1631526237&lt;/added-date&gt;&lt;ref-type name="Journal Article"&gt;17&lt;/ref-type&gt;&lt;dates&gt;&lt;year&gt;2013&lt;/year&gt;&lt;/dates&gt;&lt;rec-number&gt;374&lt;/rec-number&gt;&lt;last-updated-date format="utc"&gt;1631529165&lt;/last-updated-date&gt;&lt;volume&gt;43&lt;/volume&gt;&lt;/record&gt;&lt;/Cite&gt;&lt;/EndNote&gt;</w:instrText>
      </w:r>
      <w:r w:rsidR="00E02445">
        <w:fldChar w:fldCharType="separate"/>
      </w:r>
      <w:r w:rsidR="00E02445">
        <w:rPr>
          <w:noProof/>
        </w:rPr>
        <w:t>(2013)</w:t>
      </w:r>
      <w:r w:rsidR="00E02445">
        <w:fldChar w:fldCharType="end"/>
      </w:r>
      <w:r w:rsidR="00E02445">
        <w:t xml:space="preserve"> </w:t>
      </w:r>
      <w:r w:rsidR="00E63270">
        <w:t>found that it was more common for</w:t>
      </w:r>
      <w:r w:rsidR="00E02445">
        <w:t xml:space="preserve"> students aged 15-18 (N=105) to think instead</w:t>
      </w:r>
      <w:r w:rsidR="000738CE">
        <w:t>,</w:t>
      </w:r>
      <w:r w:rsidR="00E02445">
        <w:t xml:space="preserve"> that gravity or magnetism attracts electrons towards a nucleus.</w:t>
      </w:r>
      <w:bookmarkEnd w:id="0"/>
    </w:p>
    <w:p w:rsidR="00CE4992" w:rsidRDefault="00CE4992" w:rsidP="00CE4992">
      <w:pPr>
        <w:spacing w:after="180"/>
      </w:pPr>
      <w:r>
        <w:t xml:space="preserve">To develop a deeper understanding of the structure of nuclei, Brock, Manning and Walsh </w:t>
      </w:r>
      <w:r>
        <w:fldChar w:fldCharType="begin"/>
      </w:r>
      <w:r>
        <w:instrText xml:space="preserve"> ADDIN EN.CITE &lt;EndNote&gt;&lt;Cite ExcludeAuth="1"&gt;&lt;Author&gt;Brock&lt;/Author&gt;&lt;Year&gt;2021&lt;/Year&gt;&lt;IDText&gt;Atomic physics&lt;/IDText&gt;&lt;DisplayText&gt;(2021)&lt;/DisplayText&gt;&lt;record&gt;&lt;contributors&gt;&lt;tertiary-authors&gt;&lt;author&gt;Harrison, C&lt;/author&gt;&lt;/tertiary-authors&gt;&lt;/contributors&gt;&lt;titles&gt;&lt;title&gt;Atomic physics&lt;/title&gt;&lt;secondary-title&gt;Teaching Secondary Physics&lt;/secondary-title&gt;&lt;/titles&gt;&lt;pages&gt;169-190&lt;/pages&gt;&lt;contributors&gt;&lt;authors&gt;&lt;author&gt;Brock, R&lt;/author&gt;&lt;author&gt;Manning, A&lt;/author&gt;&lt;author&gt;Walsh, K&lt;/author&gt;&lt;/authors&gt;&lt;/contributors&gt;&lt;section&gt;6&lt;/section&gt;&lt;edition&gt;3rd&lt;/edition&gt;&lt;added-date format="utc"&gt;1631516736&lt;/added-date&gt;&lt;pub-location&gt;London&lt;/pub-location&gt;&lt;ref-type name="Book Section"&gt;5&lt;/ref-type&gt;&lt;dates&gt;&lt;year&gt;2021&lt;/year&gt;&lt;/dates&gt;&lt;rec-number&gt;365&lt;/rec-number&gt;&lt;publisher&gt;Hodder Education&lt;/publisher&gt;&lt;last-updated-date format="utc"&gt;1631516936&lt;/last-updated-date&gt;&lt;contributors&gt;&lt;secondary-authors&gt;&lt;author&gt;de Winter, J&lt;/author&gt;&lt;author&gt;Hardman, M&lt;/author&gt;&lt;/secondary-authors&gt;&lt;/contributors&gt;&lt;/record&gt;&lt;/Cite&gt;&lt;/EndNote&gt;</w:instrText>
      </w:r>
      <w:r>
        <w:fldChar w:fldCharType="separate"/>
      </w:r>
      <w:r>
        <w:rPr>
          <w:noProof/>
        </w:rPr>
        <w:t>(2021)</w:t>
      </w:r>
      <w:r>
        <w:fldChar w:fldCharType="end"/>
      </w:r>
      <w:r>
        <w:t xml:space="preserve"> suggest starting by reinforcing understanding of the structure and scale of an atom by modelling Rutherford’s scattering experiment. Their next step is to introduce the proton and neutron.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1E159E" w:rsidRPr="00816065" w:rsidRDefault="001E159E" w:rsidP="001E159E">
      <w:pPr>
        <w:spacing w:after="180"/>
        <w:rPr>
          <w:rFonts w:cstheme="minorHAnsi"/>
        </w:rPr>
      </w:pPr>
      <w:r w:rsidRPr="00816065">
        <w:rPr>
          <w:rFonts w:cstheme="minorHAnsi"/>
        </w:rPr>
        <w:t>Students should complete the confidence grid individually.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:rsidR="001E159E" w:rsidRPr="00816065" w:rsidRDefault="001E159E" w:rsidP="001E159E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1E159E" w:rsidRPr="00816065" w:rsidRDefault="001E159E" w:rsidP="001E159E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lastRenderedPageBreak/>
        <w:t>Differentiation</w:t>
      </w:r>
    </w:p>
    <w:p w:rsidR="001E159E" w:rsidRDefault="001E159E" w:rsidP="001E159E">
      <w:pPr>
        <w:spacing w:after="180"/>
        <w:rPr>
          <w:rFonts w:cstheme="minorHAnsi"/>
        </w:rPr>
      </w:pPr>
      <w:r w:rsidRPr="00816065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In some situations</w:t>
      </w:r>
      <w:r w:rsidR="00A4218B">
        <w:rPr>
          <w:rFonts w:cstheme="minorHAnsi"/>
        </w:rPr>
        <w:t>,</w:t>
      </w:r>
      <w:r w:rsidRPr="00816065">
        <w:rPr>
          <w:rFonts w:cstheme="minorHAnsi"/>
        </w:rPr>
        <w:t xml:space="preserve"> it may be more appropriate for a teaching assistant to read for one or two students.</w:t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answers</w:t>
      </w:r>
    </w:p>
    <w:p w:rsidR="00A4218B" w:rsidRPr="00A4218B" w:rsidRDefault="00A4218B" w:rsidP="00A4218B">
      <w:pPr>
        <w:spacing w:after="180"/>
      </w:pPr>
      <w:r w:rsidRPr="00A4218B">
        <w:t xml:space="preserve">Statements </w:t>
      </w:r>
      <w:r w:rsidR="00FB4D77">
        <w:t>A, B, C and E</w:t>
      </w:r>
      <w:r w:rsidRPr="00A4218B">
        <w:t xml:space="preserve"> are right; and statement D </w:t>
      </w:r>
      <w:r w:rsidR="00FB4D77">
        <w:t>is</w:t>
      </w:r>
      <w:r w:rsidRPr="00A4218B">
        <w:t xml:space="preserve"> wrong.</w:t>
      </w:r>
    </w:p>
    <w:p w:rsidR="006A4440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8A2D34" w:rsidRDefault="008A2D34" w:rsidP="00BF6C8A">
      <w:pPr>
        <w:spacing w:after="180"/>
      </w:pPr>
      <w:r>
        <w:t>The rule for electrostatic forces is</w:t>
      </w:r>
      <w:r w:rsidR="00E3505E">
        <w:t xml:space="preserve"> that</w:t>
      </w:r>
      <w:r>
        <w:t xml:space="preserve"> like charges repel and opposite charges attract. This means that electrons repel each other as they </w:t>
      </w:r>
      <w:r w:rsidR="00E3505E">
        <w:t>each</w:t>
      </w:r>
      <w:r>
        <w:t xml:space="preserve"> have a negative charge. This helps to explain why they are spaced out around the nucleus of an atom, and also why they are attracted to the nucleus. </w:t>
      </w:r>
    </w:p>
    <w:p w:rsidR="008A2D34" w:rsidRDefault="008A2D34" w:rsidP="00BF6C8A">
      <w:pPr>
        <w:spacing w:after="180"/>
      </w:pPr>
      <w:r>
        <w:t xml:space="preserve">Electrostatic repulsion also means that protons in the nucleus repel each other. The fact that they are held together in the nucleus means there must be a different kind of force of attraction between neutrons and protons. (This is called the strong nuclear force, and is usually taught </w:t>
      </w:r>
      <w:r w:rsidR="00E3505E">
        <w:t xml:space="preserve">to </w:t>
      </w:r>
      <w:r>
        <w:t>students aged 16-18.)</w:t>
      </w:r>
    </w:p>
    <w:p w:rsidR="008A2D34" w:rsidRPr="008A2D34" w:rsidRDefault="008A2D34" w:rsidP="00BF6C8A">
      <w:pPr>
        <w:spacing w:after="180"/>
      </w:pPr>
      <w:r>
        <w:t>There is no electrostatic attraction between protons and neutrons because there is no charge on a neutron</w:t>
      </w:r>
      <w:r w:rsidR="00216CD7">
        <w:t>.</w:t>
      </w:r>
    </w:p>
    <w:p w:rsidR="00FB06F3" w:rsidRPr="005F08BB" w:rsidRDefault="005F08BB" w:rsidP="005F08BB">
      <w:pPr>
        <w:spacing w:after="200" w:line="276" w:lineRule="auto"/>
        <w:ind w:left="426" w:hanging="426"/>
        <w:rPr>
          <w:rFonts w:cstheme="minorHAnsi"/>
        </w:rPr>
      </w:pPr>
      <w:r>
        <w:rPr>
          <w:rFonts w:cstheme="minorHAnsi"/>
        </w:rPr>
        <w:t>A, B</w:t>
      </w:r>
      <w:r>
        <w:rPr>
          <w:rFonts w:cstheme="minorHAnsi"/>
        </w:rPr>
        <w:tab/>
      </w:r>
      <w:r w:rsidR="00C210E3" w:rsidRPr="005F08BB">
        <w:rPr>
          <w:rFonts w:cstheme="minorHAnsi"/>
        </w:rPr>
        <w:t>Many students fail to recognise that protons in nucleus</w:t>
      </w:r>
      <w:r w:rsidRPr="005F08BB">
        <w:rPr>
          <w:rFonts w:cstheme="minorHAnsi"/>
        </w:rPr>
        <w:t xml:space="preserve">, or electrons around an atom, </w:t>
      </w:r>
      <w:r w:rsidR="00C210E3" w:rsidRPr="005F08BB">
        <w:rPr>
          <w:rFonts w:cstheme="minorHAnsi"/>
        </w:rPr>
        <w:t>must repel each other with an electrostatic force. Their thinking is fragmented and they are not applying the general rule for charges in this particular situation.</w:t>
      </w:r>
    </w:p>
    <w:p w:rsidR="00FB06F3" w:rsidRDefault="005F08BB" w:rsidP="005F08BB">
      <w:pPr>
        <w:spacing w:after="200" w:line="276" w:lineRule="auto"/>
        <w:ind w:left="426" w:hanging="426"/>
        <w:rPr>
          <w:rFonts w:cstheme="minorHAnsi"/>
        </w:rPr>
      </w:pPr>
      <w:r>
        <w:rPr>
          <w:rFonts w:cstheme="minorHAnsi"/>
        </w:rPr>
        <w:t>C</w:t>
      </w:r>
      <w:r>
        <w:rPr>
          <w:rFonts w:cstheme="minorHAnsi"/>
        </w:rPr>
        <w:tab/>
        <w:t xml:space="preserve">In a similar way, many students fail to recognise that electrons are attracted to the protons in a nucleus by electrostatic attraction. </w:t>
      </w:r>
      <w:r w:rsidR="000738CE">
        <w:rPr>
          <w:rFonts w:cstheme="minorHAnsi"/>
        </w:rPr>
        <w:t>The most common misunderstandings are that gravity or magnetism attracts electrons to a nucleus.</w:t>
      </w:r>
    </w:p>
    <w:p w:rsidR="005D3503" w:rsidRDefault="000738CE" w:rsidP="005D3503">
      <w:pPr>
        <w:spacing w:after="180"/>
        <w:ind w:left="426" w:hanging="426"/>
        <w:rPr>
          <w:rFonts w:cstheme="minorHAnsi"/>
        </w:rPr>
      </w:pPr>
      <w:r>
        <w:rPr>
          <w:rFonts w:cstheme="minorHAnsi"/>
        </w:rPr>
        <w:t>D</w:t>
      </w:r>
      <w:r>
        <w:rPr>
          <w:rFonts w:cstheme="minorHAnsi"/>
        </w:rPr>
        <w:tab/>
        <w:t xml:space="preserve">Some students may think that protons and neutrons attract with an electrostatic </w:t>
      </w:r>
      <w:r w:rsidR="005D3503">
        <w:rPr>
          <w:rFonts w:cstheme="minorHAnsi"/>
        </w:rPr>
        <w:t>force</w:t>
      </w:r>
      <w:r>
        <w:rPr>
          <w:rFonts w:cstheme="minorHAnsi"/>
        </w:rPr>
        <w:t xml:space="preserve"> because they have seen charged rods attracting pieces of tissue paper </w:t>
      </w:r>
      <w:r w:rsidR="005D3503">
        <w:rPr>
          <w:rFonts w:cstheme="minorHAnsi"/>
        </w:rPr>
        <w:t>that have</w:t>
      </w:r>
      <w:r>
        <w:rPr>
          <w:rFonts w:cstheme="minorHAnsi"/>
        </w:rPr>
        <w:t xml:space="preserve"> ‘no charge’. </w:t>
      </w:r>
    </w:p>
    <w:p w:rsidR="005D3503" w:rsidRDefault="005D3503" w:rsidP="005D3503">
      <w:pPr>
        <w:spacing w:after="180"/>
        <w:ind w:left="426"/>
      </w:pPr>
      <w:r>
        <w:t xml:space="preserve">A neutron is different to an object that has ‘no charge’. This is because an object with ‘no charge’ contains equal numbers of positive and negative charges (protons and electrons) that </w:t>
      </w:r>
      <w:r w:rsidRPr="005D3503">
        <w:rPr>
          <w:i/>
        </w:rPr>
        <w:t>can</w:t>
      </w:r>
      <w:r>
        <w:t xml:space="preserve"> interact with </w:t>
      </w:r>
      <w:r w:rsidR="0074042D">
        <w:t xml:space="preserve">each other through </w:t>
      </w:r>
      <w:r>
        <w:t>the electrostatic force.</w:t>
      </w:r>
    </w:p>
    <w:p w:rsidR="0074042D" w:rsidRDefault="0074042D" w:rsidP="005D3503">
      <w:pPr>
        <w:spacing w:after="180"/>
        <w:ind w:left="426"/>
      </w:pPr>
      <w:r>
        <w:t>It is likely that some students think that protons and neutrons attract with an electrostatic force because they think that neutrons have a negative electric charge.</w:t>
      </w:r>
    </w:p>
    <w:p w:rsidR="005D3503" w:rsidRDefault="005D3503" w:rsidP="005D3503">
      <w:pPr>
        <w:spacing w:after="180"/>
        <w:ind w:left="426" w:hanging="426"/>
        <w:rPr>
          <w:rFonts w:cstheme="minorHAnsi"/>
        </w:rPr>
      </w:pPr>
      <w:r>
        <w:t>E</w:t>
      </w:r>
      <w:r>
        <w:tab/>
      </w:r>
      <w:r w:rsidR="00D92FA6">
        <w:rPr>
          <w:rFonts w:cstheme="minorHAnsi"/>
        </w:rPr>
        <w:t xml:space="preserve">The correct </w:t>
      </w:r>
      <w:r>
        <w:rPr>
          <w:rFonts w:cstheme="minorHAnsi"/>
        </w:rPr>
        <w:t>understand</w:t>
      </w:r>
      <w:r w:rsidR="00D92FA6">
        <w:rPr>
          <w:rFonts w:cstheme="minorHAnsi"/>
        </w:rPr>
        <w:t>ing</w:t>
      </w:r>
      <w:r>
        <w:rPr>
          <w:rFonts w:cstheme="minorHAnsi"/>
        </w:rPr>
        <w:t xml:space="preserve"> that protons repel each other and are not attracted to neutrons </w:t>
      </w:r>
      <w:r w:rsidR="00D92FA6">
        <w:rPr>
          <w:rFonts w:cstheme="minorHAnsi"/>
        </w:rPr>
        <w:t xml:space="preserve">by the electrostatic force, may lead to students to form </w:t>
      </w:r>
      <w:r w:rsidR="00574FFC">
        <w:rPr>
          <w:rFonts w:cstheme="minorHAnsi"/>
        </w:rPr>
        <w:t>mis</w:t>
      </w:r>
      <w:r w:rsidR="00D92FA6">
        <w:rPr>
          <w:rFonts w:cstheme="minorHAnsi"/>
        </w:rPr>
        <w:t>understanding</w:t>
      </w:r>
      <w:r w:rsidR="00574FFC">
        <w:rPr>
          <w:rFonts w:cstheme="minorHAnsi"/>
        </w:rPr>
        <w:t>s</w:t>
      </w:r>
      <w:r w:rsidR="00D92FA6">
        <w:rPr>
          <w:rFonts w:cstheme="minorHAnsi"/>
        </w:rPr>
        <w:t xml:space="preserve"> about </w:t>
      </w:r>
      <w:r w:rsidR="00574FFC">
        <w:rPr>
          <w:rFonts w:cstheme="minorHAnsi"/>
        </w:rPr>
        <w:t xml:space="preserve">what force holds a </w:t>
      </w:r>
      <w:r w:rsidR="00D92FA6">
        <w:rPr>
          <w:rFonts w:cstheme="minorHAnsi"/>
        </w:rPr>
        <w:t>nucleus</w:t>
      </w:r>
      <w:r w:rsidR="00574FFC">
        <w:rPr>
          <w:rFonts w:cstheme="minorHAnsi"/>
        </w:rPr>
        <w:t xml:space="preserve"> together</w:t>
      </w:r>
      <w:r w:rsidR="00D92FA6">
        <w:rPr>
          <w:rFonts w:cstheme="minorHAnsi"/>
        </w:rPr>
        <w:t xml:space="preserve">, unless the scientific understanding is made clear. </w:t>
      </w:r>
    </w:p>
    <w:p w:rsidR="00D92FA6" w:rsidRDefault="00D92FA6" w:rsidP="005D3503">
      <w:pPr>
        <w:spacing w:after="180"/>
        <w:ind w:left="426" w:hanging="426"/>
      </w:pPr>
      <w:r>
        <w:tab/>
        <w:t>To complete the explanation, a force of attraction is needed</w:t>
      </w:r>
      <w:r w:rsidR="00A26B86">
        <w:t>, which</w:t>
      </w:r>
      <w:r>
        <w:t xml:space="preserve"> is one that students are unlikely to have come across before</w:t>
      </w:r>
      <w:r w:rsidR="00574FFC">
        <w:t>, called</w:t>
      </w:r>
      <w:r>
        <w:t xml:space="preserve"> the strong nuclear force. If this is not introduced (briefly), students</w:t>
      </w:r>
      <w:r w:rsidR="00A36649">
        <w:t>’</w:t>
      </w:r>
      <w:r>
        <w:t xml:space="preserve"> misunderstandings that </w:t>
      </w:r>
      <w:r w:rsidR="00574FFC">
        <w:t xml:space="preserve">either </w:t>
      </w:r>
      <w:r>
        <w:t>gravity or magnetism is involved may be reinforced.</w:t>
      </w:r>
    </w:p>
    <w:p w:rsidR="0074042D" w:rsidRDefault="0074042D">
      <w:pPr>
        <w:spacing w:after="200" w:line="276" w:lineRule="auto"/>
      </w:pPr>
    </w:p>
    <w:p w:rsidR="00574FFC" w:rsidRDefault="00574FFC">
      <w:pPr>
        <w:spacing w:after="200" w:line="276" w:lineRule="auto"/>
      </w:pPr>
      <w:r>
        <w:br w:type="page"/>
      </w:r>
    </w:p>
    <w:p w:rsidR="008E17B0" w:rsidRDefault="00A01222" w:rsidP="005D3503">
      <w:pPr>
        <w:spacing w:after="200" w:line="276" w:lineRule="auto"/>
      </w:pPr>
      <w:r w:rsidRPr="004F039C">
        <w:lastRenderedPageBreak/>
        <w:t xml:space="preserve">If students have </w:t>
      </w:r>
      <w:r w:rsidR="004B1C32">
        <w:t>misunderstanding</w:t>
      </w:r>
      <w:r w:rsidRPr="004F039C">
        <w:t xml:space="preserve">s </w:t>
      </w:r>
      <w:r w:rsidRPr="0084750A">
        <w:t xml:space="preserve">about </w:t>
      </w:r>
      <w:r w:rsidR="0084750A" w:rsidRPr="0084750A">
        <w:t xml:space="preserve">the </w:t>
      </w:r>
      <w:r w:rsidR="00A36649" w:rsidRPr="00CE4992">
        <w:t>properties of protons and neutrons in a nucleus</w:t>
      </w:r>
      <w:r w:rsidRPr="0084750A">
        <w:t>,</w:t>
      </w:r>
      <w:r w:rsidR="00F7767E">
        <w:t xml:space="preserve"> the stor</w:t>
      </w:r>
      <w:r w:rsidR="00EF2DED">
        <w:t>ies</w:t>
      </w:r>
      <w:r w:rsidR="00F7767E">
        <w:t xml:space="preserve"> of how </w:t>
      </w:r>
      <w:r w:rsidR="00EF2DED">
        <w:t xml:space="preserve">each </w:t>
      </w:r>
      <w:r w:rsidR="00F7767E">
        <w:t>part of an atom w</w:t>
      </w:r>
      <w:r w:rsidR="00EF2DED">
        <w:t>as</w:t>
      </w:r>
      <w:r w:rsidR="00F7767E">
        <w:t xml:space="preserve"> discovered</w:t>
      </w:r>
      <w:r w:rsidR="00EF2DED">
        <w:t xml:space="preserve"> can be used to clarify the nature of each particle</w:t>
      </w:r>
      <w:bookmarkStart w:id="1" w:name="_GoBack"/>
      <w:bookmarkEnd w:id="1"/>
      <w:r w:rsidR="00F7767E">
        <w:t xml:space="preserve">: </w:t>
      </w:r>
    </w:p>
    <w:p w:rsidR="008E17B0" w:rsidRDefault="00F7767E" w:rsidP="008E17B0">
      <w:pPr>
        <w:pStyle w:val="ListParagraph"/>
        <w:numPr>
          <w:ilvl w:val="0"/>
          <w:numId w:val="5"/>
        </w:numPr>
        <w:spacing w:after="200" w:line="276" w:lineRule="auto"/>
      </w:pPr>
      <w:r>
        <w:t xml:space="preserve">electrons were discovered in cathode rays in 1897; </w:t>
      </w:r>
    </w:p>
    <w:p w:rsidR="008E17B0" w:rsidRDefault="00F7767E" w:rsidP="008E17B0">
      <w:pPr>
        <w:pStyle w:val="ListParagraph"/>
        <w:numPr>
          <w:ilvl w:val="0"/>
          <w:numId w:val="5"/>
        </w:numPr>
        <w:spacing w:after="200" w:line="276" w:lineRule="auto"/>
      </w:pPr>
      <w:r>
        <w:t xml:space="preserve">atoms were found to have positively charged nuclei containing protons in 1909 (Rutherford’s scattering experiment); </w:t>
      </w:r>
    </w:p>
    <w:p w:rsidR="0085152E" w:rsidRDefault="00F7767E" w:rsidP="008E17B0">
      <w:pPr>
        <w:pStyle w:val="ListParagraph"/>
        <w:numPr>
          <w:ilvl w:val="0"/>
          <w:numId w:val="5"/>
        </w:numPr>
        <w:spacing w:after="200" w:line="276" w:lineRule="auto"/>
      </w:pPr>
      <w:r>
        <w:t xml:space="preserve">the mass of most nuclei </w:t>
      </w:r>
      <w:r w:rsidR="008E17B0">
        <w:t>was</w:t>
      </w:r>
      <w:r>
        <w:t xml:space="preserve"> found to be about twice the mass of the protons they contained, so a new particle was searched for and in 1932 the neutron was discovered</w:t>
      </w:r>
      <w:r w:rsidR="008E17B0">
        <w:t xml:space="preserve"> (using a version of Rutherford’s scattering experiment).</w:t>
      </w:r>
      <w:r>
        <w:t xml:space="preserve"> </w:t>
      </w:r>
    </w:p>
    <w:p w:rsidR="0084750A" w:rsidRDefault="008E17B0" w:rsidP="00A01222">
      <w:pPr>
        <w:spacing w:after="180"/>
      </w:pPr>
      <w:r>
        <w:t xml:space="preserve">To construct and consolidate a clearer understanding </w:t>
      </w:r>
      <w:r w:rsidR="00EF2DED">
        <w:t>of protons and neutrons</w:t>
      </w:r>
      <w:r>
        <w:t>, s</w:t>
      </w:r>
      <w:r w:rsidR="0084750A">
        <w:t xml:space="preserve">tudents could </w:t>
      </w:r>
      <w:r>
        <w:t>work in pairs or small groups and use</w:t>
      </w:r>
      <w:r w:rsidR="0084750A">
        <w:t xml:space="preserve"> </w:t>
      </w:r>
      <w:r>
        <w:t xml:space="preserve">the </w:t>
      </w:r>
      <w:r w:rsidR="0084750A">
        <w:t xml:space="preserve">statements </w:t>
      </w:r>
      <w:r>
        <w:t xml:space="preserve">in the question </w:t>
      </w:r>
      <w:r w:rsidR="00A36649">
        <w:t>to</w:t>
      </w:r>
      <w:r>
        <w:t>, in their own words,</w:t>
      </w:r>
      <w:r w:rsidR="00A36649">
        <w:t xml:space="preserve"> </w:t>
      </w:r>
      <w:r>
        <w:t xml:space="preserve">describe </w:t>
      </w:r>
      <w:r w:rsidR="00A36649">
        <w:t>the structure of a nucleus and explain why the protons in it do not fly apart.</w:t>
      </w:r>
    </w:p>
    <w:p w:rsidR="00A01222" w:rsidRPr="0085152E" w:rsidRDefault="00A01222" w:rsidP="00A01222">
      <w:pPr>
        <w:spacing w:after="180"/>
      </w:pPr>
      <w:r w:rsidRPr="0085152E">
        <w:t xml:space="preserve">The following BEST ‘response </w:t>
      </w:r>
      <w:r w:rsidR="00F2483A" w:rsidRPr="0085152E">
        <w:t>activit</w:t>
      </w:r>
      <w:r w:rsidR="0085152E" w:rsidRPr="0085152E">
        <w:t>y</w:t>
      </w:r>
      <w:r w:rsidRPr="0085152E">
        <w:t>’ could be used in follow-up to this diagnostic question:</w:t>
      </w:r>
    </w:p>
    <w:p w:rsidR="00A01222" w:rsidRPr="0085152E" w:rsidRDefault="00A01222" w:rsidP="00A01222">
      <w:pPr>
        <w:pStyle w:val="ListParagraph"/>
        <w:numPr>
          <w:ilvl w:val="0"/>
          <w:numId w:val="1"/>
        </w:numPr>
        <w:spacing w:after="180"/>
      </w:pPr>
      <w:r w:rsidRPr="0085152E">
        <w:t xml:space="preserve">Response </w:t>
      </w:r>
      <w:r w:rsidR="00F2483A" w:rsidRPr="0085152E">
        <w:t>activity</w:t>
      </w:r>
      <w:r w:rsidRPr="0085152E">
        <w:t xml:space="preserve">: </w:t>
      </w:r>
      <w:r w:rsidR="00CC7194">
        <w:t>Holding it together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Pr="00A4218B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7D536F" w:rsidRPr="00A4218B">
        <w:t>Peter Fairhurst</w:t>
      </w:r>
      <w:r w:rsidR="0015356E" w:rsidRPr="00A4218B">
        <w:t xml:space="preserve"> (UYSEG)</w:t>
      </w:r>
      <w:r w:rsidR="00A4218B" w:rsidRPr="00A4218B">
        <w:t>.</w:t>
      </w:r>
    </w:p>
    <w:p w:rsidR="00CC78A5" w:rsidRDefault="00D278E8" w:rsidP="00E172C6">
      <w:pPr>
        <w:spacing w:after="180"/>
      </w:pPr>
      <w:r w:rsidRPr="00A4218B">
        <w:t xml:space="preserve">Images: </w:t>
      </w:r>
      <w:r w:rsidR="007D536F" w:rsidRPr="00A4218B">
        <w:t>Peter Fairhurst (UYSEG)</w:t>
      </w:r>
      <w:r w:rsidR="00EE2165">
        <w:t xml:space="preserve">; atomic nucleus by </w:t>
      </w:r>
      <w:r w:rsidR="00EE2165" w:rsidRPr="00EE2165">
        <w:t>Clker-Free-Vector-Images from Pixabay</w:t>
      </w:r>
      <w:r w:rsidR="00A4218B" w:rsidRPr="00A4218B">
        <w:t>.</w:t>
      </w:r>
    </w:p>
    <w:p w:rsidR="0020428B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E02445" w:rsidRPr="00E02445" w:rsidRDefault="0020428B" w:rsidP="00CC7194">
      <w:pPr>
        <w:pStyle w:val="EndNoteBibliography"/>
        <w:spacing w:after="120"/>
        <w:ind w:left="425" w:hanging="425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="00E02445" w:rsidRPr="00E02445">
        <w:t xml:space="preserve">Brock, R., Manning, A. and Walsh, K. (2021). Atomic physics. In de Winter, J. &amp; Hardman, M. (eds.) </w:t>
      </w:r>
      <w:r w:rsidR="00E02445" w:rsidRPr="00E02445">
        <w:rPr>
          <w:i/>
        </w:rPr>
        <w:t xml:space="preserve">Teaching Secondary Physics. </w:t>
      </w:r>
      <w:r w:rsidR="00E02445" w:rsidRPr="00E02445">
        <w:t>3rd ed. London: Hodder Education.</w:t>
      </w:r>
    </w:p>
    <w:p w:rsidR="00E02445" w:rsidRPr="00E02445" w:rsidRDefault="00E02445" w:rsidP="00CC7194">
      <w:pPr>
        <w:pStyle w:val="EndNoteBibliography"/>
        <w:spacing w:after="120"/>
        <w:ind w:left="425" w:hanging="425"/>
      </w:pPr>
      <w:r w:rsidRPr="00E02445">
        <w:t xml:space="preserve">Harrison, A. G. and Treagust, D. F. (1996). Secondary students' mental models of atoms and moelcules: Implications for teaching chemistry. </w:t>
      </w:r>
      <w:r w:rsidRPr="00E02445">
        <w:rPr>
          <w:i/>
        </w:rPr>
        <w:t>Science Education,</w:t>
      </w:r>
      <w:r w:rsidRPr="00E02445">
        <w:t xml:space="preserve"> 80(5)</w:t>
      </w:r>
      <w:r w:rsidRPr="00E02445">
        <w:rPr>
          <w:b/>
        </w:rPr>
        <w:t>,</w:t>
      </w:r>
      <w:r w:rsidRPr="00E02445">
        <w:t xml:space="preserve"> 509-534.</w:t>
      </w:r>
    </w:p>
    <w:p w:rsidR="00E02445" w:rsidRPr="00E02445" w:rsidRDefault="00E02445" w:rsidP="00CC7194">
      <w:pPr>
        <w:pStyle w:val="EndNoteBibliography"/>
        <w:spacing w:after="120"/>
        <w:ind w:left="425" w:hanging="425"/>
      </w:pPr>
      <w:r w:rsidRPr="00E02445">
        <w:t xml:space="preserve">Tabor, K. S. (2013). Upper secondary students' understanding of the basic physical interactions in analogous atomic and solar system models. </w:t>
      </w:r>
      <w:r w:rsidRPr="00E02445">
        <w:rPr>
          <w:i/>
        </w:rPr>
        <w:t>Research in Science Education,</w:t>
      </w:r>
      <w:r w:rsidRPr="00E02445">
        <w:t xml:space="preserve"> 43</w:t>
      </w:r>
      <w:r w:rsidRPr="00E02445">
        <w:rPr>
          <w:b/>
        </w:rPr>
        <w:t>,</w:t>
      </w:r>
      <w:r w:rsidRPr="00E02445">
        <w:t xml:space="preserve"> 1377-1406.</w:t>
      </w:r>
    </w:p>
    <w:p w:rsidR="00E02445" w:rsidRPr="00E02445" w:rsidRDefault="00E02445" w:rsidP="00CC7194">
      <w:pPr>
        <w:pStyle w:val="EndNoteBibliography"/>
        <w:spacing w:after="120"/>
        <w:ind w:left="425" w:hanging="425"/>
      </w:pPr>
      <w:r w:rsidRPr="00E02445">
        <w:t xml:space="preserve">Zarkadis, N., Papageorgiou, G. and Stamovlasis, D. (2017). Studying the consistency between and within student mental models of atomic structure. </w:t>
      </w:r>
      <w:r w:rsidRPr="00E02445">
        <w:rPr>
          <w:i/>
        </w:rPr>
        <w:t>Chemistry Education Research and Practice,</w:t>
      </w:r>
      <w:r w:rsidRPr="00E02445">
        <w:t xml:space="preserve"> 18</w:t>
      </w:r>
      <w:r w:rsidRPr="00E02445">
        <w:rPr>
          <w:b/>
        </w:rPr>
        <w:t>,</w:t>
      </w:r>
      <w:r w:rsidRPr="00E02445">
        <w:t xml:space="preserve"> 893-902.</w:t>
      </w:r>
    </w:p>
    <w:p w:rsidR="00B46FF9" w:rsidRDefault="0020428B" w:rsidP="00CC7194">
      <w:pPr>
        <w:spacing w:after="120"/>
        <w:ind w:left="425" w:hanging="425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B46FF9" w:rsidSect="00642ECD">
      <w:headerReference w:type="default" r:id="rId12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5C88" w:rsidRDefault="00E15C88" w:rsidP="000B473B">
      <w:r>
        <w:separator/>
      </w:r>
    </w:p>
  </w:endnote>
  <w:endnote w:type="continuationSeparator" w:id="0">
    <w:p w:rsidR="00E15C88" w:rsidRDefault="00E15C88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D02E4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 w:rsidR="00AB712A">
      <w:rPr>
        <w:sz w:val="16"/>
        <w:szCs w:val="16"/>
      </w:rPr>
      <w:t>Developed by the University of York Science Education Group, the Salters’ Institute and the Institute of Physics.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F729D9">
      <w:rPr>
        <w:noProof/>
      </w:rPr>
      <w:t>1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5C88" w:rsidRDefault="00E15C88" w:rsidP="000B473B">
      <w:r>
        <w:separator/>
      </w:r>
    </w:p>
  </w:footnote>
  <w:footnote w:type="continuationSeparator" w:id="0">
    <w:p w:rsidR="00E15C88" w:rsidRDefault="00E15C88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756DB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D1D3C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B13A85"/>
    <w:multiLevelType w:val="hybridMultilevel"/>
    <w:tmpl w:val="6B6CA72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EE17A1"/>
    <w:multiLevelType w:val="hybridMultilevel"/>
    <w:tmpl w:val="5DDC2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E15C88"/>
    <w:rsid w:val="00015578"/>
    <w:rsid w:val="00024731"/>
    <w:rsid w:val="00026DEC"/>
    <w:rsid w:val="000505CA"/>
    <w:rsid w:val="000738CE"/>
    <w:rsid w:val="0007651D"/>
    <w:rsid w:val="0009089A"/>
    <w:rsid w:val="000947E2"/>
    <w:rsid w:val="00095E04"/>
    <w:rsid w:val="000A0D12"/>
    <w:rsid w:val="000B473B"/>
    <w:rsid w:val="000C0C0E"/>
    <w:rsid w:val="000D0E89"/>
    <w:rsid w:val="000E2689"/>
    <w:rsid w:val="00142613"/>
    <w:rsid w:val="00144DA7"/>
    <w:rsid w:val="0015356E"/>
    <w:rsid w:val="00161D3F"/>
    <w:rsid w:val="001915D4"/>
    <w:rsid w:val="001A1FED"/>
    <w:rsid w:val="001A40E2"/>
    <w:rsid w:val="001C4805"/>
    <w:rsid w:val="001C759E"/>
    <w:rsid w:val="001E159E"/>
    <w:rsid w:val="00201AC2"/>
    <w:rsid w:val="0020428B"/>
    <w:rsid w:val="00214608"/>
    <w:rsid w:val="0021607B"/>
    <w:rsid w:val="00216CD7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B5D71"/>
    <w:rsid w:val="002C22EA"/>
    <w:rsid w:val="002C59BA"/>
    <w:rsid w:val="002C79AE"/>
    <w:rsid w:val="00301AA9"/>
    <w:rsid w:val="003117F6"/>
    <w:rsid w:val="003334B8"/>
    <w:rsid w:val="003533B8"/>
    <w:rsid w:val="003752BE"/>
    <w:rsid w:val="003A346A"/>
    <w:rsid w:val="003B2917"/>
    <w:rsid w:val="003B541B"/>
    <w:rsid w:val="003C7647"/>
    <w:rsid w:val="003E2B2F"/>
    <w:rsid w:val="003E6046"/>
    <w:rsid w:val="003F16F9"/>
    <w:rsid w:val="00430C1F"/>
    <w:rsid w:val="00442595"/>
    <w:rsid w:val="0045323E"/>
    <w:rsid w:val="004B0EE1"/>
    <w:rsid w:val="004B1C32"/>
    <w:rsid w:val="004C5D20"/>
    <w:rsid w:val="004D0D83"/>
    <w:rsid w:val="004E1DF1"/>
    <w:rsid w:val="004E5592"/>
    <w:rsid w:val="0050055B"/>
    <w:rsid w:val="0050668C"/>
    <w:rsid w:val="00524710"/>
    <w:rsid w:val="00535269"/>
    <w:rsid w:val="00555342"/>
    <w:rsid w:val="005560E2"/>
    <w:rsid w:val="00574FFC"/>
    <w:rsid w:val="00584268"/>
    <w:rsid w:val="005A452E"/>
    <w:rsid w:val="005A6EE7"/>
    <w:rsid w:val="005D3503"/>
    <w:rsid w:val="005F08BB"/>
    <w:rsid w:val="005F1A7B"/>
    <w:rsid w:val="006355D8"/>
    <w:rsid w:val="00642ECD"/>
    <w:rsid w:val="006502A0"/>
    <w:rsid w:val="006772F5"/>
    <w:rsid w:val="006A4440"/>
    <w:rsid w:val="006B0615"/>
    <w:rsid w:val="006D166B"/>
    <w:rsid w:val="006F3279"/>
    <w:rsid w:val="00704AEE"/>
    <w:rsid w:val="00722F9A"/>
    <w:rsid w:val="0074042D"/>
    <w:rsid w:val="00754539"/>
    <w:rsid w:val="00760EF4"/>
    <w:rsid w:val="0077646D"/>
    <w:rsid w:val="00781BC6"/>
    <w:rsid w:val="007A3C86"/>
    <w:rsid w:val="007A683E"/>
    <w:rsid w:val="007A748B"/>
    <w:rsid w:val="007B18B8"/>
    <w:rsid w:val="007C26E1"/>
    <w:rsid w:val="007D1D65"/>
    <w:rsid w:val="007D536F"/>
    <w:rsid w:val="007E0A9E"/>
    <w:rsid w:val="007E5309"/>
    <w:rsid w:val="00800DE1"/>
    <w:rsid w:val="00813F47"/>
    <w:rsid w:val="00827DE5"/>
    <w:rsid w:val="00837073"/>
    <w:rsid w:val="008450D6"/>
    <w:rsid w:val="0084750A"/>
    <w:rsid w:val="0085152E"/>
    <w:rsid w:val="00856FCA"/>
    <w:rsid w:val="00873B8C"/>
    <w:rsid w:val="00880E3B"/>
    <w:rsid w:val="0089119A"/>
    <w:rsid w:val="008A2D34"/>
    <w:rsid w:val="008A405F"/>
    <w:rsid w:val="008C7F34"/>
    <w:rsid w:val="008E17B0"/>
    <w:rsid w:val="008E580C"/>
    <w:rsid w:val="0090047A"/>
    <w:rsid w:val="00925026"/>
    <w:rsid w:val="00931264"/>
    <w:rsid w:val="00942A4B"/>
    <w:rsid w:val="00961D59"/>
    <w:rsid w:val="009B2D55"/>
    <w:rsid w:val="009C0343"/>
    <w:rsid w:val="009E0D11"/>
    <w:rsid w:val="009F2253"/>
    <w:rsid w:val="00A01222"/>
    <w:rsid w:val="00A24A16"/>
    <w:rsid w:val="00A26B86"/>
    <w:rsid w:val="00A36649"/>
    <w:rsid w:val="00A37D14"/>
    <w:rsid w:val="00A4218B"/>
    <w:rsid w:val="00A502A0"/>
    <w:rsid w:val="00A6111E"/>
    <w:rsid w:val="00A6168B"/>
    <w:rsid w:val="00A62028"/>
    <w:rsid w:val="00AA5B77"/>
    <w:rsid w:val="00AA6236"/>
    <w:rsid w:val="00AB6AE7"/>
    <w:rsid w:val="00AB712A"/>
    <w:rsid w:val="00AD21F5"/>
    <w:rsid w:val="00B06225"/>
    <w:rsid w:val="00B23C7A"/>
    <w:rsid w:val="00B305F5"/>
    <w:rsid w:val="00B46FF9"/>
    <w:rsid w:val="00B47E1D"/>
    <w:rsid w:val="00B75483"/>
    <w:rsid w:val="00BA7952"/>
    <w:rsid w:val="00BB44B4"/>
    <w:rsid w:val="00BF0BBF"/>
    <w:rsid w:val="00BF6C8A"/>
    <w:rsid w:val="00C05571"/>
    <w:rsid w:val="00C210E3"/>
    <w:rsid w:val="00C246CE"/>
    <w:rsid w:val="00C54711"/>
    <w:rsid w:val="00C57FA2"/>
    <w:rsid w:val="00CB658F"/>
    <w:rsid w:val="00CC2E4D"/>
    <w:rsid w:val="00CC7194"/>
    <w:rsid w:val="00CC78A5"/>
    <w:rsid w:val="00CC7B16"/>
    <w:rsid w:val="00CE15FE"/>
    <w:rsid w:val="00CE4992"/>
    <w:rsid w:val="00D02E15"/>
    <w:rsid w:val="00D04A0D"/>
    <w:rsid w:val="00D14F44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92FA6"/>
    <w:rsid w:val="00DC4A4E"/>
    <w:rsid w:val="00DD1874"/>
    <w:rsid w:val="00DD63BD"/>
    <w:rsid w:val="00DF05DB"/>
    <w:rsid w:val="00DF7E20"/>
    <w:rsid w:val="00E02445"/>
    <w:rsid w:val="00E15C88"/>
    <w:rsid w:val="00E172C6"/>
    <w:rsid w:val="00E24309"/>
    <w:rsid w:val="00E3505E"/>
    <w:rsid w:val="00E53D82"/>
    <w:rsid w:val="00E63270"/>
    <w:rsid w:val="00E9330A"/>
    <w:rsid w:val="00EE2165"/>
    <w:rsid w:val="00EE6B97"/>
    <w:rsid w:val="00EF2DED"/>
    <w:rsid w:val="00F12C3B"/>
    <w:rsid w:val="00F2483A"/>
    <w:rsid w:val="00F26884"/>
    <w:rsid w:val="00F729D9"/>
    <w:rsid w:val="00F72ECC"/>
    <w:rsid w:val="00F7767E"/>
    <w:rsid w:val="00F8355F"/>
    <w:rsid w:val="00FA3196"/>
    <w:rsid w:val="00FB06F3"/>
    <w:rsid w:val="00FB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DCACFC7"/>
  <w15:docId w15:val="{A16AAC23-5C6E-4C8A-A442-E25CBAAB6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20428B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0428B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20428B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20428B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7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BEST_Template_D_Confidence%20grid%20titl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2F1C6-F011-4448-B6FA-EA317C4C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BEST_Template_D_Confidence grid title.dotx</Template>
  <TotalTime>115</TotalTime>
  <Pages>4</Pages>
  <Words>1858</Words>
  <Characters>10592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12426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15</cp:revision>
  <cp:lastPrinted>2017-02-24T16:20:00Z</cp:lastPrinted>
  <dcterms:created xsi:type="dcterms:W3CDTF">2021-09-23T08:59:00Z</dcterms:created>
  <dcterms:modified xsi:type="dcterms:W3CDTF">2021-10-15T12:35:00Z</dcterms:modified>
</cp:coreProperties>
</file>